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88" w:rsidRPr="006A0ACD" w:rsidRDefault="00432788" w:rsidP="00FE460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ELA</w:t>
      </w:r>
      <w:r w:rsidRPr="006A0ACD">
        <w:rPr>
          <w:rFonts w:ascii="Times New Roman" w:hAnsi="Times New Roman"/>
          <w:b/>
          <w:sz w:val="28"/>
          <w:szCs w:val="28"/>
        </w:rPr>
        <w:t xml:space="preserve"> Lesson Plan </w:t>
      </w:r>
    </w:p>
    <w:tbl>
      <w:tblPr>
        <w:tblW w:w="11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3672"/>
      </w:tblGrid>
      <w:tr w:rsidR="00432788" w:rsidRPr="00826275" w:rsidTr="00826275">
        <w:tc>
          <w:tcPr>
            <w:tcW w:w="3672" w:type="dxa"/>
            <w:gridSpan w:val="2"/>
            <w:shd w:val="clear" w:color="auto" w:fill="FFC000"/>
          </w:tcPr>
          <w:p w:rsidR="00432788" w:rsidRPr="00D7776F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Morgan, 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</w:rPr>
                <w:t>Lake</w:t>
              </w:r>
            </w:smartTag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432788" w:rsidRPr="00D7776F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2" w:type="dxa"/>
            <w:shd w:val="clear" w:color="auto" w:fill="FFC000"/>
          </w:tcPr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Date(s)</w:t>
            </w:r>
            <w:r w:rsidRPr="00826275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Friday, August 31 –       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Friday, September 7    </w:t>
            </w:r>
          </w:p>
        </w:tc>
      </w:tr>
      <w:tr w:rsidR="00432788" w:rsidRPr="00826275" w:rsidTr="00826275">
        <w:tc>
          <w:tcPr>
            <w:tcW w:w="5508" w:type="dxa"/>
            <w:gridSpan w:val="3"/>
          </w:tcPr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Unit Title: Wanted: </w:t>
            </w:r>
            <w:r w:rsidRPr="00132F97">
              <w:rPr>
                <w:rFonts w:ascii="Times New Roman" w:hAnsi="Times New Roman"/>
                <w:sz w:val="24"/>
                <w:szCs w:val="24"/>
              </w:rPr>
              <w:t>A Few Good Friends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Corresponding Unit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 Task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132F97">
              <w:rPr>
                <w:rFonts w:ascii="Times New Roman" w:hAnsi="Times New Roman"/>
                <w:sz w:val="24"/>
                <w:szCs w:val="24"/>
              </w:rPr>
              <w:t>Designing a Survey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Task 2 :   5 </w:t>
            </w:r>
            <w:r w:rsidRPr="00132F97">
              <w:rPr>
                <w:rFonts w:ascii="Times New Roman" w:hAnsi="Times New Roman"/>
                <w:sz w:val="24"/>
                <w:szCs w:val="24"/>
              </w:rPr>
              <w:t xml:space="preserve">days  </w:t>
            </w:r>
          </w:p>
        </w:tc>
      </w:tr>
      <w:tr w:rsidR="00432788" w:rsidRPr="00826275" w:rsidTr="00826275">
        <w:trPr>
          <w:trHeight w:val="737"/>
        </w:trPr>
        <w:tc>
          <w:tcPr>
            <w:tcW w:w="11016" w:type="dxa"/>
            <w:gridSpan w:val="6"/>
          </w:tcPr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1. Why is it important for good readers, writers, and listeners to remember important details when retelling a story, poem, or informational text?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2. How do illustrations help good readers locate and remember the important details in a story?</w:t>
            </w:r>
          </w:p>
          <w:p w:rsidR="00432788" w:rsidRDefault="00432788" w:rsidP="007E2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3.Why is it important for good listerners to give others the opportunity to speak when we are sharing ideas?</w:t>
            </w:r>
          </w:p>
          <w:p w:rsidR="00432788" w:rsidRPr="00826275" w:rsidRDefault="00432788" w:rsidP="007E2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 How ccan drawing pictures help us better communicate our ideas, thoughts, feelings, and understandings?</w:t>
            </w:r>
          </w:p>
        </w:tc>
      </w:tr>
      <w:tr w:rsidR="00432788" w:rsidRPr="00826275" w:rsidTr="00826275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432788" w:rsidRPr="00826275" w:rsidTr="00826275">
        <w:trPr>
          <w:trHeight w:val="737"/>
        </w:trPr>
        <w:tc>
          <w:tcPr>
            <w:tcW w:w="5520" w:type="dxa"/>
            <w:gridSpan w:val="4"/>
          </w:tcPr>
          <w:p w:rsidR="00432788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Teacher/Student:</w:t>
            </w:r>
          </w:p>
          <w:p w:rsidR="00432788" w:rsidRDefault="00432788" w:rsidP="00D77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1:</w:t>
            </w:r>
          </w:p>
          <w:p w:rsidR="00432788" w:rsidRDefault="00432788" w:rsidP="007E2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Friends Go Adventuring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by Helme Heine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Chart paper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Markers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Journal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Crayons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2: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Friend </w:t>
            </w:r>
            <w:r>
              <w:rPr>
                <w:rFonts w:ascii="Times New Roman" w:hAnsi="Times New Roman"/>
                <w:sz w:val="24"/>
                <w:szCs w:val="24"/>
              </w:rPr>
              <w:t>book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Chart Paper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Markers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Friendship Fruit Salad (see attachment)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Cooperation Quilt</w:t>
            </w:r>
          </w:p>
          <w:p w:rsidR="00432788" w:rsidRPr="00C53829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Quilt Square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Quilt Squares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Make New Friends……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poem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Response (An old friend…..)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4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My Friend </w:t>
            </w:r>
            <w:r>
              <w:rPr>
                <w:rFonts w:ascii="Times New Roman" w:hAnsi="Times New Roman"/>
                <w:sz w:val="24"/>
                <w:szCs w:val="24"/>
              </w:rPr>
              <w:t>poem</w:t>
            </w:r>
          </w:p>
          <w:p w:rsidR="00432788" w:rsidRPr="009B2C9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Interview Script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a word sort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5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“Friend” book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paper plate (7 in.)</w:t>
            </w: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Foil</w:t>
            </w:r>
          </w:p>
          <w:p w:rsidR="00432788" w:rsidRPr="009B2C98" w:rsidRDefault="00432788" w:rsidP="009E30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Circles: speech bubble (pre cut)</w:t>
            </w:r>
          </w:p>
        </w:tc>
        <w:tc>
          <w:tcPr>
            <w:tcW w:w="5496" w:type="dxa"/>
            <w:gridSpan w:val="2"/>
          </w:tcPr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rules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citizen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author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capitalization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illustrations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character traits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story structure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2788" w:rsidRPr="00826275" w:rsidTr="00826275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432788" w:rsidRPr="00826275" w:rsidTr="00826275">
        <w:trPr>
          <w:trHeight w:val="688"/>
        </w:trPr>
        <w:tc>
          <w:tcPr>
            <w:tcW w:w="2538" w:type="dxa"/>
          </w:tcPr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432788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martTag w:uri="urn:schemas-microsoft-com:office:smarttags" w:element="City">
              <w:smartTag w:uri="urn:schemas-microsoft-com:office:smarttags" w:element="place">
                <w:r w:rsidRPr="00826275">
                  <w:rPr>
                    <w:rFonts w:ascii="Times New Roman" w:hAnsi="Times New Roman"/>
                    <w:b/>
                    <w:sz w:val="24"/>
                    <w:szCs w:val="24"/>
                  </w:rPr>
                  <w:t>Reading</w:t>
                </w:r>
              </w:smartTag>
            </w:smartTag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RL.1.2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432788" w:rsidRDefault="00432788" w:rsidP="008262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imSun" w:hAnsi="Times New Roman"/>
              </w:rPr>
            </w:pPr>
            <w:r w:rsidRPr="00826275">
              <w:rPr>
                <w:rFonts w:ascii="Times New Roman" w:eastAsia="SimSun" w:hAnsi="Times New Roman"/>
              </w:rPr>
              <w:t>I can retell stories including key details</w:t>
            </w:r>
          </w:p>
          <w:p w:rsidR="00432788" w:rsidRPr="00826275" w:rsidRDefault="00432788" w:rsidP="0082627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imSun" w:hAnsi="Times New Roman"/>
              </w:rPr>
            </w:pPr>
            <w:r>
              <w:rPr>
                <w:rFonts w:ascii="Times New Roman" w:eastAsia="SimSun" w:hAnsi="Times New Roman"/>
              </w:rPr>
              <w:t xml:space="preserve">I can explain traits of a good friend. </w:t>
            </w:r>
          </w:p>
          <w:p w:rsidR="00432788" w:rsidRDefault="00432788" w:rsidP="005244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2788" w:rsidRDefault="00432788" w:rsidP="005244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2788" w:rsidRPr="00826275" w:rsidRDefault="00432788" w:rsidP="005244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432788" w:rsidRPr="00354226" w:rsidRDefault="00432788" w:rsidP="0035422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Teacher will read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Friends Go Adventuring</w:t>
            </w:r>
          </w:p>
          <w:p w:rsidR="00432788" w:rsidRPr="002D503C" w:rsidRDefault="00432788" w:rsidP="0035422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 story focus on characteristics / traits of the characters that make them a good friend.</w:t>
            </w:r>
          </w:p>
          <w:p w:rsidR="00432788" w:rsidRPr="00240226" w:rsidRDefault="00432788" w:rsidP="0035422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Make an anchor chart identifying the title, characters, setting, problem, and solution of the story.  </w:t>
            </w:r>
          </w:p>
          <w:p w:rsidR="00432788" w:rsidRPr="00240226" w:rsidRDefault="00432788" w:rsidP="0035422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Generate a list of  “How Friends Help Each Other”</w:t>
            </w:r>
          </w:p>
          <w:p w:rsidR="00432788" w:rsidRPr="00354226" w:rsidRDefault="00432788" w:rsidP="0035422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write a sentence telling how they can be a good friend and illustrate.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432788" w:rsidRPr="005244E4" w:rsidRDefault="00432788" w:rsidP="002D503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Review classroom / school rules.  </w:t>
            </w:r>
          </w:p>
          <w:p w:rsidR="00432788" w:rsidRPr="005244E4" w:rsidRDefault="00432788" w:rsidP="002D503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Refer to the list “How Friends Help Each Other” from Friday.  Talk about traits of a good friend.  Students will give examples of how they can or have been a good friend.</w:t>
            </w:r>
          </w:p>
          <w:p w:rsidR="00432788" w:rsidRPr="00C53829" w:rsidRDefault="00432788" w:rsidP="002D503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a </w:t>
            </w:r>
            <w:r w:rsidRPr="005244E4">
              <w:rPr>
                <w:rFonts w:ascii="Times New Roman" w:hAnsi="Times New Roman"/>
                <w:b/>
                <w:sz w:val="24"/>
                <w:szCs w:val="24"/>
              </w:rPr>
              <w:t>“Friend”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book.  Discuss the story elements (title, characters, setting, problem, and solution) and identify each.  </w:t>
            </w:r>
          </w:p>
          <w:p w:rsidR="00432788" w:rsidRPr="00C53829" w:rsidRDefault="00432788" w:rsidP="002D503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Make class friendship fruit salad.  (see handout) (Write Recipe for friendship)</w:t>
            </w:r>
          </w:p>
          <w:p w:rsidR="00432788" w:rsidRPr="00C53829" w:rsidRDefault="00432788" w:rsidP="002D503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Using the document camera complete the “Cooperation Quilt”</w:t>
            </w:r>
          </w:p>
          <w:p w:rsidR="00432788" w:rsidRDefault="00432788" w:rsidP="002D503C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complete individual Quilt Squares about themselves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432788" w:rsidRPr="00C53829" w:rsidRDefault="00432788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traits of a good friend.</w:t>
            </w:r>
          </w:p>
          <w:p w:rsidR="00432788" w:rsidRPr="00596F2D" w:rsidRDefault="00432788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Finish individual quilt squares from previous day and sharing.</w:t>
            </w:r>
          </w:p>
          <w:p w:rsidR="00432788" w:rsidRPr="007F5C30" w:rsidRDefault="00432788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and Read “Make New Friends, Keep the Old” poem (chart or doc camera)</w:t>
            </w:r>
          </w:p>
          <w:p w:rsidR="00432788" w:rsidRPr="007F5C30" w:rsidRDefault="00432788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sit in a circle holding hands and squeeze the hand of the person to their right and say their name.  2</w:t>
            </w:r>
            <w:r w:rsidRPr="007F5C30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time around the circle they will say the name of the person to their right and a trait that shows that that student has that shows they are a good friend.</w:t>
            </w:r>
          </w:p>
          <w:p w:rsidR="00432788" w:rsidRPr="00655A9E" w:rsidRDefault="00432788" w:rsidP="001D014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write the following:  “An old friend I have is ____________.  I like them because______________________.  A new friend I have is __________.  I like them because ______________.  Illustrate.</w:t>
            </w:r>
          </w:p>
          <w:p w:rsidR="00432788" w:rsidRDefault="00432788" w:rsidP="00655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4</w:t>
            </w:r>
          </w:p>
          <w:p w:rsidR="00432788" w:rsidRPr="009E437B" w:rsidRDefault="00432788" w:rsidP="00655A9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and Read together the poem “My Friend”</w:t>
            </w:r>
          </w:p>
          <w:p w:rsidR="00432788" w:rsidRPr="009E437B" w:rsidRDefault="00432788" w:rsidP="00655A9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complete the survey using the “Interview Script” from Unit 1</w:t>
            </w:r>
          </w:p>
          <w:p w:rsidR="00432788" w:rsidRPr="009E437B" w:rsidRDefault="00432788" w:rsidP="00655A9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After interviewing a friend, students will return to the poem “My Friend” and fill in the blank about a friend they have made.  (put names from each table group in a bucket and students will choose a name to use for poem)</w:t>
            </w:r>
          </w:p>
          <w:p w:rsidR="00432788" w:rsidRPr="00722F49" w:rsidRDefault="00432788" w:rsidP="00655A9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share what they have written about their friend.</w:t>
            </w:r>
          </w:p>
          <w:p w:rsidR="00432788" w:rsidRPr="009E437B" w:rsidRDefault="00432788" w:rsidP="00655A9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KEEP THE INTERVIEW SCRIPT FOR TASK 3!</w:t>
            </w:r>
          </w:p>
          <w:p w:rsidR="00432788" w:rsidRDefault="00432788" w:rsidP="009E43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5</w:t>
            </w:r>
          </w:p>
          <w:p w:rsidR="00432788" w:rsidRPr="007B1586" w:rsidRDefault="00432788" w:rsidP="007B158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 a “Friend” book.  Discuss the book and what character traits the characters in the book have that make them good friends.  </w:t>
            </w:r>
          </w:p>
          <w:p w:rsidR="00432788" w:rsidRPr="007B1586" w:rsidRDefault="00432788" w:rsidP="007B158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Complete the Paper plate mirror activity:  Students will write “I am a good friend because…..” at the top of the plate.  They will then take 4 circles (speech bubbles) and write traits that make them a good friend.  Attach these around the outer edge of the plate.  (BULLETIN BOARD IN CAFETERIA!)</w:t>
            </w:r>
          </w:p>
          <w:p w:rsidR="00432788" w:rsidRPr="009E437B" w:rsidRDefault="00432788" w:rsidP="007B158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Share.</w:t>
            </w:r>
          </w:p>
          <w:p w:rsidR="00432788" w:rsidRPr="00826275" w:rsidRDefault="00432788" w:rsidP="007F5C30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2788" w:rsidRPr="00826275" w:rsidTr="00826275">
        <w:trPr>
          <w:trHeight w:val="1178"/>
        </w:trPr>
        <w:tc>
          <w:tcPr>
            <w:tcW w:w="2538" w:type="dxa"/>
          </w:tcPr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432788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W 1.1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432788" w:rsidRPr="00D7776F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76F">
              <w:rPr>
                <w:rFonts w:ascii="Times New Roman" w:hAnsi="Times New Roman"/>
                <w:sz w:val="24"/>
                <w:szCs w:val="24"/>
              </w:rPr>
              <w:t>I can use pictures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sentences</w:t>
            </w:r>
            <w:r w:rsidRPr="00D7776F">
              <w:rPr>
                <w:rFonts w:ascii="Times New Roman" w:hAnsi="Times New Roman"/>
                <w:sz w:val="24"/>
                <w:szCs w:val="24"/>
              </w:rPr>
              <w:t xml:space="preserve"> to show ideas, thoughts, and feelings.</w:t>
            </w:r>
          </w:p>
          <w:p w:rsidR="00432788" w:rsidRPr="007A3858" w:rsidRDefault="00432788" w:rsidP="00D7776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A3858">
              <w:rPr>
                <w:rFonts w:ascii="Times New Roman" w:hAnsi="Times New Roman"/>
                <w:i/>
                <w:sz w:val="24"/>
                <w:szCs w:val="24"/>
              </w:rPr>
              <w:t>Each day the teacher will model how to write a good, complete sentence. (Capital letter, spacing between words, makes sense, and punctuation at the end)</w:t>
            </w:r>
          </w:p>
          <w:p w:rsidR="00432788" w:rsidRPr="007A3858" w:rsidRDefault="00432788" w:rsidP="00655A9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32788" w:rsidRDefault="00432788" w:rsidP="00655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432788" w:rsidRPr="00354226" w:rsidRDefault="00432788" w:rsidP="009B2C9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write a sentence telling how they can be a good friend and illustrate.</w:t>
            </w:r>
          </w:p>
          <w:p w:rsidR="00432788" w:rsidRDefault="00432788" w:rsidP="009B2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432788" w:rsidRPr="007A3858" w:rsidRDefault="00432788" w:rsidP="009B2C9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complete individual Quilt Squares about themselves:  Students will draw a self portrait in the center of the square and write 4 traits around the portrait that they have that make them a good friend.</w:t>
            </w:r>
          </w:p>
          <w:p w:rsidR="00432788" w:rsidRDefault="00432788" w:rsidP="007A3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432788" w:rsidRPr="00655A9E" w:rsidRDefault="00432788" w:rsidP="007A385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write the following:  “An old friend I have is ____________.  I like them because______________________.  A new friend I have is __________.  I like them because ______________.  Illustrate.</w:t>
            </w:r>
          </w:p>
          <w:p w:rsidR="00432788" w:rsidRDefault="00432788" w:rsidP="007A3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4</w:t>
            </w:r>
          </w:p>
          <w:p w:rsidR="00432788" w:rsidRPr="009E437B" w:rsidRDefault="00432788" w:rsidP="007A385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complete the survey using the “Interview Script” from Unit 1</w:t>
            </w:r>
          </w:p>
          <w:p w:rsidR="00432788" w:rsidRPr="009E437B" w:rsidRDefault="00432788" w:rsidP="007A385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After interviewing a friend, students will return to the poem “My Friend” and fill in the blank about a friend they have made.  (put names from each table group in a bucket and students will choose a name to use for poem)</w:t>
            </w:r>
          </w:p>
          <w:p w:rsidR="00432788" w:rsidRDefault="00432788" w:rsidP="007A38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5</w:t>
            </w:r>
          </w:p>
          <w:p w:rsidR="00432788" w:rsidRPr="007A3858" w:rsidRDefault="00432788" w:rsidP="007A3858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Complete the Paper plate mirror activity:  Students will write “I am a good friend because…..” at the top of the plate.  They will then take 4 circles (speech bubbles) and write traits that make them a good friend.  Attach these around the outer edge of the plate.  </w:t>
            </w:r>
          </w:p>
          <w:p w:rsidR="00432788" w:rsidRPr="009B2C98" w:rsidRDefault="00432788" w:rsidP="009B2C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2788" w:rsidRPr="00826275" w:rsidTr="00826275">
        <w:trPr>
          <w:trHeight w:val="688"/>
        </w:trPr>
        <w:tc>
          <w:tcPr>
            <w:tcW w:w="2538" w:type="dxa"/>
          </w:tcPr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432788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432788" w:rsidRPr="00592530" w:rsidRDefault="00432788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RL 1.2a:  </w:t>
            </w:r>
            <w:r>
              <w:rPr>
                <w:rFonts w:ascii="Times New Roman" w:hAnsi="Times New Roman"/>
                <w:sz w:val="24"/>
                <w:szCs w:val="24"/>
              </w:rPr>
              <w:t>Identify short vowel sounds.</w:t>
            </w:r>
          </w:p>
          <w:p w:rsidR="00432788" w:rsidRDefault="00432788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 can identify consonants and vowels.  </w:t>
            </w:r>
          </w:p>
          <w:p w:rsidR="00432788" w:rsidRPr="00592530" w:rsidRDefault="00432788" w:rsidP="003F06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I can identify the short vowel sound in a word.</w:t>
            </w:r>
          </w:p>
          <w:p w:rsidR="00432788" w:rsidRDefault="00432788" w:rsidP="003F06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Instructional Plan:</w:t>
            </w:r>
          </w:p>
          <w:p w:rsidR="00432788" w:rsidRDefault="00432788" w:rsidP="003F06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1</w:t>
            </w:r>
          </w:p>
          <w:p w:rsidR="00432788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short a sound, sing the short a song.  Brainstorm a few short a words.</w:t>
            </w:r>
          </w:p>
          <w:p w:rsidR="00432788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the “at” word ending.  Give students examples of “at” words.</w:t>
            </w:r>
          </w:p>
          <w:p w:rsidR="00432788" w:rsidRPr="009E309B" w:rsidRDefault="00432788" w:rsidP="003F069E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Brainstorm a list of “at” words.  Students will compile a list of “at” words in their word work journal.</w:t>
            </w:r>
          </w:p>
          <w:p w:rsidR="00432788" w:rsidRDefault="00432788" w:rsidP="001D01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2</w:t>
            </w:r>
          </w:p>
          <w:p w:rsidR="00432788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short a sound, sing the short a song.  Brainstorm a few short a words.</w:t>
            </w:r>
          </w:p>
          <w:p w:rsidR="00432788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the “ap and an” word endings.  Give students examples of “ap and an” words.</w:t>
            </w:r>
          </w:p>
          <w:p w:rsidR="00432788" w:rsidRPr="009E309B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Brainstorm a list of “ap and an” words.  Students will compile a list of “ap and an” words in their word work journal.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3</w:t>
            </w:r>
          </w:p>
          <w:p w:rsidR="00432788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Review short a sound, sing the short a song.  Brainstorm a few short a words.</w:t>
            </w:r>
          </w:p>
          <w:p w:rsidR="00432788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Introduce the “ag and ack” word endings.  Give students examples of “ag and ack” words.</w:t>
            </w:r>
          </w:p>
          <w:p w:rsidR="00432788" w:rsidRPr="009E309B" w:rsidRDefault="00432788" w:rsidP="009E309B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Brainstorm a list of “ag and ack” words.  Students will compile a list of “ag and ack” words in their word work journal.</w:t>
            </w:r>
          </w:p>
          <w:p w:rsidR="00432788" w:rsidRDefault="00432788" w:rsidP="009E309B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32788" w:rsidRDefault="00432788" w:rsidP="009E309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4</w:t>
            </w:r>
          </w:p>
          <w:p w:rsidR="00432788" w:rsidRPr="009E309B" w:rsidRDefault="00432788" w:rsidP="009E309B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Students will sort short a words by word famililes. (Short a word sort)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Day 5</w:t>
            </w:r>
          </w:p>
          <w:p w:rsidR="00432788" w:rsidRPr="00826275" w:rsidRDefault="00432788" w:rsidP="007A385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Students will choose a short a word family from the bucket at each table.  After choosing the short a word family, students will complete the word family activity.  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2788" w:rsidRPr="00826275" w:rsidTr="00826275">
        <w:trPr>
          <w:trHeight w:val="1448"/>
        </w:trPr>
        <w:tc>
          <w:tcPr>
            <w:tcW w:w="2538" w:type="dxa"/>
          </w:tcPr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826275">
              <w:rPr>
                <w:rFonts w:ascii="Times New Roman" w:hAnsi="Times New Roman" w:cs="Times New Roman"/>
                <w:b/>
                <w:u w:val="single"/>
              </w:rPr>
              <w:t xml:space="preserve">Gradual Release of </w:t>
            </w:r>
            <w:r w:rsidRPr="00592530">
              <w:rPr>
                <w:rFonts w:ascii="Times New Roman" w:hAnsi="Times New Roman" w:cs="Times New Roman"/>
                <w:u w:val="single"/>
              </w:rPr>
              <w:t>Responsibility</w:t>
            </w:r>
            <w:r w:rsidRPr="00826275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Modeled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Shared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Guided Practice</w:t>
            </w:r>
          </w:p>
          <w:p w:rsidR="00432788" w:rsidRPr="00826275" w:rsidRDefault="00432788" w:rsidP="00826275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826275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432788" w:rsidRDefault="00432788" w:rsidP="00FC08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6EF0">
              <w:rPr>
                <w:rFonts w:ascii="Times New Roman" w:hAnsi="Times New Roman"/>
                <w:b/>
                <w:sz w:val="24"/>
                <w:szCs w:val="24"/>
              </w:rPr>
              <w:t xml:space="preserve">Standards SL.1.1 “participating in collaborative conversations with diverse partners”. </w:t>
            </w:r>
          </w:p>
          <w:p w:rsidR="00432788" w:rsidRPr="00FC0888" w:rsidRDefault="00432788" w:rsidP="00FC0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888">
              <w:rPr>
                <w:rFonts w:ascii="Times New Roman" w:hAnsi="Times New Roman"/>
                <w:sz w:val="24"/>
                <w:szCs w:val="24"/>
              </w:rPr>
              <w:t>Requires explicit instruction with extensive modeling from teacher, followed by opportunities to practice.</w:t>
            </w:r>
          </w:p>
          <w:p w:rsidR="00432788" w:rsidRDefault="00432788" w:rsidP="00FC088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</w:p>
          <w:p w:rsidR="00432788" w:rsidRPr="00FC0888" w:rsidRDefault="00432788" w:rsidP="00FC08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0888">
              <w:rPr>
                <w:rFonts w:ascii="Times New Roman" w:hAnsi="Times New Roman"/>
                <w:sz w:val="24"/>
                <w:szCs w:val="24"/>
              </w:rPr>
              <w:t>I can listen to and retell a story using complete sentences.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 can identify the character traits of a good friend.</w:t>
            </w:r>
          </w:p>
          <w:p w:rsidR="00432788" w:rsidRPr="00FC08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2788" w:rsidRPr="00826275" w:rsidTr="00826275">
        <w:trPr>
          <w:trHeight w:val="1448"/>
        </w:trPr>
        <w:tc>
          <w:tcPr>
            <w:tcW w:w="2538" w:type="dxa"/>
          </w:tcPr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432788" w:rsidRPr="00826275" w:rsidRDefault="00432788" w:rsidP="00826275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826275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32788" w:rsidRPr="00826275" w:rsidTr="0082627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432788" w:rsidRPr="00826275" w:rsidTr="00826275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432788" w:rsidRPr="00826275" w:rsidTr="00826275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432788" w:rsidRPr="00FC7E31" w:rsidRDefault="00432788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Write 2-3 sentences that include all of the components of a “good” sentence.  Add one or two other facts to the survey that make the students a good friend.  </w:t>
            </w:r>
          </w:p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432788" w:rsidRPr="00FC7E31" w:rsidRDefault="00432788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If students are unable to write a sentence, they can copy one from the board or use pictures.  Pair a struggling reader with a stronger reader for the purpose of conducting the survey.  </w:t>
            </w:r>
          </w:p>
        </w:tc>
        <w:tc>
          <w:tcPr>
            <w:tcW w:w="3672" w:type="dxa"/>
            <w:shd w:val="clear" w:color="auto" w:fill="FFFFFF"/>
          </w:tcPr>
          <w:p w:rsidR="00432788" w:rsidRPr="00FC7E31" w:rsidRDefault="00432788" w:rsidP="00FC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Teacher will scribe or the teacher will write a sentence and students will copy.  Pair the student with another same language child.</w:t>
            </w:r>
          </w:p>
        </w:tc>
      </w:tr>
      <w:tr w:rsidR="00432788" w:rsidRPr="00826275" w:rsidTr="00826275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432788" w:rsidRPr="00826275" w:rsidRDefault="00432788" w:rsidP="008262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432788" w:rsidRPr="00826275" w:rsidTr="00826275">
        <w:trPr>
          <w:trHeight w:val="296"/>
        </w:trPr>
        <w:tc>
          <w:tcPr>
            <w:tcW w:w="11016" w:type="dxa"/>
            <w:gridSpan w:val="6"/>
          </w:tcPr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432788" w:rsidRPr="00A4559B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Checklist for conducting a survey</w:t>
            </w:r>
          </w:p>
          <w:p w:rsidR="00432788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Conducting a survey rubric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788" w:rsidRPr="00826275" w:rsidTr="00826275">
        <w:trPr>
          <w:trHeight w:val="296"/>
        </w:trPr>
        <w:tc>
          <w:tcPr>
            <w:tcW w:w="11016" w:type="dxa"/>
            <w:gridSpan w:val="6"/>
          </w:tcPr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275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826275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32788" w:rsidRPr="00826275" w:rsidRDefault="00432788" w:rsidP="008262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2788" w:rsidRPr="00FC7E31" w:rsidRDefault="00432788" w:rsidP="00FC7E31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 xml:space="preserve">Note: This template does not reflect the lesson plans for Guided </w:t>
      </w:r>
      <w:smartTag w:uri="urn:schemas-microsoft-com:office:smarttags" w:element="place">
        <w:smartTag w:uri="urn:schemas-microsoft-com:office:smarttags" w:element="City">
          <w:r w:rsidRPr="0007242D">
            <w:rPr>
              <w:rFonts w:ascii="Times New Roman" w:hAnsi="Times New Roman"/>
              <w:i/>
              <w:sz w:val="24"/>
              <w:szCs w:val="24"/>
            </w:rPr>
            <w:t>Reading</w:t>
          </w:r>
        </w:smartTag>
      </w:smartTag>
      <w:r w:rsidRPr="0007242D">
        <w:rPr>
          <w:rFonts w:ascii="Times New Roman" w:hAnsi="Times New Roman"/>
          <w:i/>
          <w:sz w:val="24"/>
          <w:szCs w:val="24"/>
        </w:rPr>
        <w:t>.</w:t>
      </w:r>
    </w:p>
    <w:sectPr w:rsidR="00432788" w:rsidRPr="00FC7E31" w:rsidSect="00FE4609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788" w:rsidRDefault="00432788" w:rsidP="00D7779B">
      <w:pPr>
        <w:spacing w:after="0" w:line="240" w:lineRule="auto"/>
      </w:pPr>
      <w:r>
        <w:separator/>
      </w:r>
    </w:p>
  </w:endnote>
  <w:endnote w:type="continuationSeparator" w:id="0">
    <w:p w:rsidR="00432788" w:rsidRDefault="0043278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altName w:val="Trebuchet MS Bold Italic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88" w:rsidRDefault="00432788" w:rsidP="00826275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788" w:rsidRDefault="00432788" w:rsidP="00D7779B">
      <w:pPr>
        <w:spacing w:after="0" w:line="240" w:lineRule="auto"/>
      </w:pPr>
      <w:r>
        <w:separator/>
      </w:r>
    </w:p>
  </w:footnote>
  <w:footnote w:type="continuationSeparator" w:id="0">
    <w:p w:rsidR="00432788" w:rsidRDefault="0043278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1B8C"/>
    <w:multiLevelType w:val="hybridMultilevel"/>
    <w:tmpl w:val="EB9C6C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D5232"/>
    <w:multiLevelType w:val="hybridMultilevel"/>
    <w:tmpl w:val="0CFC89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F6654"/>
    <w:multiLevelType w:val="hybridMultilevel"/>
    <w:tmpl w:val="7FDA6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D306B"/>
    <w:multiLevelType w:val="hybridMultilevel"/>
    <w:tmpl w:val="DD546D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B267F1"/>
    <w:multiLevelType w:val="hybridMultilevel"/>
    <w:tmpl w:val="B90A37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707DF"/>
    <w:multiLevelType w:val="hybridMultilevel"/>
    <w:tmpl w:val="3E9406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EF558B4"/>
    <w:multiLevelType w:val="hybridMultilevel"/>
    <w:tmpl w:val="81181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1220B2"/>
    <w:multiLevelType w:val="hybridMultilevel"/>
    <w:tmpl w:val="032E79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05521"/>
    <w:multiLevelType w:val="hybridMultilevel"/>
    <w:tmpl w:val="368E62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F11DF2"/>
    <w:multiLevelType w:val="hybridMultilevel"/>
    <w:tmpl w:val="25FA3B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0909C0"/>
    <w:multiLevelType w:val="hybridMultilevel"/>
    <w:tmpl w:val="7CCE83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27102F"/>
    <w:multiLevelType w:val="hybridMultilevel"/>
    <w:tmpl w:val="2C0E72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691E63"/>
    <w:multiLevelType w:val="hybridMultilevel"/>
    <w:tmpl w:val="CD8284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D93FDC"/>
    <w:multiLevelType w:val="hybridMultilevel"/>
    <w:tmpl w:val="559805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5D34DB9"/>
    <w:multiLevelType w:val="hybridMultilevel"/>
    <w:tmpl w:val="757EE566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454A00"/>
    <w:multiLevelType w:val="hybridMultilevel"/>
    <w:tmpl w:val="BDFCE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A0437"/>
    <w:multiLevelType w:val="hybridMultilevel"/>
    <w:tmpl w:val="D9A42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6202474"/>
    <w:multiLevelType w:val="hybridMultilevel"/>
    <w:tmpl w:val="89A89B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3F313B"/>
    <w:multiLevelType w:val="hybridMultilevel"/>
    <w:tmpl w:val="A670B1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E72E8C"/>
    <w:multiLevelType w:val="hybridMultilevel"/>
    <w:tmpl w:val="FCA4A4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B667930"/>
    <w:multiLevelType w:val="hybridMultilevel"/>
    <w:tmpl w:val="CCB028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16"/>
  </w:num>
  <w:num w:numId="5">
    <w:abstractNumId w:val="14"/>
  </w:num>
  <w:num w:numId="6">
    <w:abstractNumId w:val="20"/>
  </w:num>
  <w:num w:numId="7">
    <w:abstractNumId w:val="5"/>
  </w:num>
  <w:num w:numId="8">
    <w:abstractNumId w:val="10"/>
  </w:num>
  <w:num w:numId="9">
    <w:abstractNumId w:val="19"/>
  </w:num>
  <w:num w:numId="10">
    <w:abstractNumId w:val="6"/>
  </w:num>
  <w:num w:numId="11">
    <w:abstractNumId w:val="4"/>
  </w:num>
  <w:num w:numId="12">
    <w:abstractNumId w:val="21"/>
  </w:num>
  <w:num w:numId="13">
    <w:abstractNumId w:val="12"/>
  </w:num>
  <w:num w:numId="14">
    <w:abstractNumId w:val="8"/>
  </w:num>
  <w:num w:numId="15">
    <w:abstractNumId w:val="13"/>
  </w:num>
  <w:num w:numId="16">
    <w:abstractNumId w:val="9"/>
  </w:num>
  <w:num w:numId="17">
    <w:abstractNumId w:val="1"/>
  </w:num>
  <w:num w:numId="18">
    <w:abstractNumId w:val="7"/>
  </w:num>
  <w:num w:numId="19">
    <w:abstractNumId w:val="18"/>
  </w:num>
  <w:num w:numId="20">
    <w:abstractNumId w:val="11"/>
  </w:num>
  <w:num w:numId="21">
    <w:abstractNumId w:val="17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7242D"/>
    <w:rsid w:val="00095D4D"/>
    <w:rsid w:val="000C0DBB"/>
    <w:rsid w:val="00111698"/>
    <w:rsid w:val="00132F97"/>
    <w:rsid w:val="00137796"/>
    <w:rsid w:val="00195FE6"/>
    <w:rsid w:val="001D0149"/>
    <w:rsid w:val="00224A5F"/>
    <w:rsid w:val="00240226"/>
    <w:rsid w:val="0028190D"/>
    <w:rsid w:val="00295B83"/>
    <w:rsid w:val="002A4BC4"/>
    <w:rsid w:val="002D503C"/>
    <w:rsid w:val="00354226"/>
    <w:rsid w:val="0036249F"/>
    <w:rsid w:val="003D7072"/>
    <w:rsid w:val="003D7D31"/>
    <w:rsid w:val="003F069E"/>
    <w:rsid w:val="003F39B8"/>
    <w:rsid w:val="00432788"/>
    <w:rsid w:val="004B658C"/>
    <w:rsid w:val="0051657B"/>
    <w:rsid w:val="005244E4"/>
    <w:rsid w:val="00570FB8"/>
    <w:rsid w:val="00592530"/>
    <w:rsid w:val="00596F2D"/>
    <w:rsid w:val="005B5921"/>
    <w:rsid w:val="005C4CBE"/>
    <w:rsid w:val="00626EF0"/>
    <w:rsid w:val="00643719"/>
    <w:rsid w:val="00655A9E"/>
    <w:rsid w:val="00681FA3"/>
    <w:rsid w:val="006A0ACD"/>
    <w:rsid w:val="006A1E7F"/>
    <w:rsid w:val="006F794C"/>
    <w:rsid w:val="00722F49"/>
    <w:rsid w:val="007A3858"/>
    <w:rsid w:val="007B1586"/>
    <w:rsid w:val="007E24C0"/>
    <w:rsid w:val="007F5C30"/>
    <w:rsid w:val="00826275"/>
    <w:rsid w:val="00891A07"/>
    <w:rsid w:val="008C13D7"/>
    <w:rsid w:val="00933D45"/>
    <w:rsid w:val="0093614B"/>
    <w:rsid w:val="00955F40"/>
    <w:rsid w:val="009A1730"/>
    <w:rsid w:val="009B085C"/>
    <w:rsid w:val="009B2C98"/>
    <w:rsid w:val="009E309B"/>
    <w:rsid w:val="009E437B"/>
    <w:rsid w:val="00A4559B"/>
    <w:rsid w:val="00A90A8F"/>
    <w:rsid w:val="00AD509C"/>
    <w:rsid w:val="00B233DE"/>
    <w:rsid w:val="00B87567"/>
    <w:rsid w:val="00B90661"/>
    <w:rsid w:val="00C53829"/>
    <w:rsid w:val="00C67760"/>
    <w:rsid w:val="00C92D93"/>
    <w:rsid w:val="00CD5617"/>
    <w:rsid w:val="00D7776F"/>
    <w:rsid w:val="00D7779B"/>
    <w:rsid w:val="00D801CF"/>
    <w:rsid w:val="00DD6FE2"/>
    <w:rsid w:val="00DE5147"/>
    <w:rsid w:val="00DF6B8B"/>
    <w:rsid w:val="00FC0888"/>
    <w:rsid w:val="00FC7E31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D4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4</Pages>
  <Words>1213</Words>
  <Characters>6915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Authorized User</cp:lastModifiedBy>
  <cp:revision>3</cp:revision>
  <cp:lastPrinted>2012-05-01T14:47:00Z</cp:lastPrinted>
  <dcterms:created xsi:type="dcterms:W3CDTF">2012-07-11T15:19:00Z</dcterms:created>
  <dcterms:modified xsi:type="dcterms:W3CDTF">2012-07-11T17:25:00Z</dcterms:modified>
</cp:coreProperties>
</file>